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4" w:rsidRPr="00FC683D" w:rsidRDefault="008026DE" w:rsidP="008465E4">
      <w:pPr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-219710</wp:posOffset>
                </wp:positionV>
                <wp:extent cx="3321050" cy="747395"/>
                <wp:effectExtent l="15240" t="18415" r="16510" b="15240"/>
                <wp:wrapNone/>
                <wp:docPr id="1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7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Pr="00324D16">
                              <w:rPr>
                                <w:rFonts w:ascii="Cambria" w:hAnsi="Cambria"/>
                              </w:rPr>
                              <w:t>Points, Lines, and Planes</w:t>
                            </w:r>
                          </w:p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C46C7" w:rsidRPr="00FC683D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Tuesday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September 16</w:t>
                            </w:r>
                            <w:r w:rsidRPr="001C46C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8.45pt;margin-top:-17.3pt;width:261.5pt;height:58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" strokeweight="1.5pt">
                <v:textbox>
                  <w:txbxContent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</w:t>
                      </w:r>
                      <w:r w:rsidR="00645526">
                        <w:rPr>
                          <w:rFonts w:ascii="Cambria" w:hAnsi="Cambria"/>
                        </w:rPr>
                        <w:t>2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Pr="00324D16">
                        <w:rPr>
                          <w:rFonts w:ascii="Cambria" w:hAnsi="Cambria"/>
                        </w:rPr>
                        <w:t>Points, Lines, and Planes</w:t>
                      </w:r>
                    </w:p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C46C7" w:rsidRPr="00FC683D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45526">
                        <w:rPr>
                          <w:rFonts w:ascii="Cambria" w:hAnsi="Cambria"/>
                        </w:rPr>
                        <w:t>Tuesday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645526">
                        <w:rPr>
                          <w:rFonts w:ascii="Cambria" w:hAnsi="Cambria"/>
                        </w:rPr>
                        <w:t>September 16</w:t>
                      </w:r>
                      <w:r w:rsidRPr="001C46C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</w:t>
                      </w:r>
                      <w:r w:rsidR="00645526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8465E4" w:rsidRPr="00FC683D" w:rsidRDefault="008465E4" w:rsidP="008465E4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8465E4" w:rsidRDefault="008465E4" w:rsidP="008465E4"/>
    <w:p w:rsidR="008465E4" w:rsidRPr="006B1927" w:rsidRDefault="008465E4" w:rsidP="008465E4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>Failure to</w:t>
      </w:r>
      <w:r>
        <w:rPr>
          <w:rFonts w:ascii="Calibri" w:hAnsi="Calibri"/>
          <w:b/>
        </w:rPr>
        <w:t xml:space="preserve"> show work and write in</w:t>
      </w:r>
      <w:r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2"/>
        <w:gridCol w:w="5368"/>
      </w:tblGrid>
      <w:tr w:rsidR="008465E4" w:rsidRPr="00693D49" w:rsidTr="00F3345E">
        <w:tc>
          <w:tcPr>
            <w:tcW w:w="5508" w:type="dxa"/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1. Define “collinear”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collinear points.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2. Define “coplanar”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coplanar points.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F3345E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bookmarkStart w:id="0" w:name="_GoBack" w:colFirst="0" w:colLast="1"/>
            <w:r w:rsidRPr="00693D49">
              <w:rPr>
                <w:rFonts w:ascii="Calibri" w:hAnsi="Calibri" w:cs="Calibri"/>
                <w:szCs w:val="20"/>
              </w:rPr>
              <w:t xml:space="preserve">3. What is the different between a </w:t>
            </w:r>
            <w:r w:rsidR="00D523EF">
              <w:rPr>
                <w:rFonts w:ascii="Calibri" w:hAnsi="Calibri" w:cs="Calibri"/>
                <w:szCs w:val="20"/>
              </w:rPr>
              <w:t>line and something that’s collinear</w:t>
            </w:r>
            <w:r w:rsidRPr="00693D49">
              <w:rPr>
                <w:rFonts w:ascii="Calibri" w:hAnsi="Calibri" w:cs="Calibri"/>
                <w:szCs w:val="20"/>
              </w:rPr>
              <w:t xml:space="preserve">?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D523EF" w:rsidRPr="00693D49" w:rsidRDefault="008465E4" w:rsidP="00D523EF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4.  </w:t>
            </w:r>
            <w:r w:rsidR="00D523EF" w:rsidRPr="00693D49">
              <w:rPr>
                <w:rFonts w:ascii="Calibri" w:hAnsi="Calibri" w:cs="Calibri"/>
                <w:szCs w:val="20"/>
              </w:rPr>
              <w:t xml:space="preserve"> </w:t>
            </w:r>
            <w:r w:rsidR="00D523EF" w:rsidRPr="00693D49">
              <w:rPr>
                <w:rFonts w:ascii="Calibri" w:hAnsi="Calibri" w:cs="Calibri"/>
                <w:szCs w:val="20"/>
              </w:rPr>
              <w:t>Wha</w:t>
            </w:r>
            <w:r w:rsidR="00D523EF">
              <w:rPr>
                <w:rFonts w:ascii="Calibri" w:hAnsi="Calibri" w:cs="Calibri"/>
                <w:szCs w:val="20"/>
              </w:rPr>
              <w:t>t is the different between a plane and something that’s coplanar</w:t>
            </w:r>
            <w:r w:rsidR="00D523EF" w:rsidRPr="00693D49">
              <w:rPr>
                <w:rFonts w:ascii="Calibri" w:hAnsi="Calibri" w:cs="Calibri"/>
                <w:szCs w:val="20"/>
              </w:rPr>
              <w:t xml:space="preserve">? </w:t>
            </w:r>
          </w:p>
          <w:p w:rsidR="00D523EF" w:rsidRPr="00693D49" w:rsidRDefault="00D523EF" w:rsidP="00D523EF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D523EF" w:rsidRPr="00693D49" w:rsidRDefault="00D523EF" w:rsidP="00D523EF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D523EF" w:rsidRPr="00693D49" w:rsidRDefault="00D523EF" w:rsidP="00D523EF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bookmarkEnd w:id="0"/>
      <w:tr w:rsidR="008465E4" w:rsidRPr="00693D49" w:rsidTr="00F3345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5. Use the diagram to decide whether the given statement is </w:t>
            </w:r>
            <w:r w:rsidRPr="00693D49">
              <w:rPr>
                <w:rFonts w:ascii="Calibri" w:hAnsi="Calibri" w:cs="Calibri"/>
                <w:i/>
                <w:szCs w:val="20"/>
              </w:rPr>
              <w:t>true</w:t>
            </w:r>
            <w:r w:rsidRPr="00693D49">
              <w:rPr>
                <w:rFonts w:ascii="Calibri" w:hAnsi="Calibri" w:cs="Calibri"/>
                <w:szCs w:val="20"/>
              </w:rPr>
              <w:t xml:space="preserve"> or </w:t>
            </w:r>
            <w:r w:rsidRPr="00693D49">
              <w:rPr>
                <w:rFonts w:ascii="Calibri" w:hAnsi="Calibri" w:cs="Calibri"/>
                <w:i/>
                <w:szCs w:val="20"/>
              </w:rPr>
              <w:t>false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Style w:val="LightGrid-Accent31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 E, G, and F 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Default="008465E4" w:rsidP="00F3345E">
            <w:pPr>
              <w:pStyle w:val="LightGrid-Accent31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</w:t>
            </w:r>
            <w:r>
              <w:rPr>
                <w:rFonts w:ascii="Calibri" w:hAnsi="Calibri" w:cs="Calibri"/>
                <w:szCs w:val="20"/>
              </w:rPr>
              <w:t xml:space="preserve"> E, G, and F are coplanar. </w:t>
            </w:r>
            <w:r w:rsidRPr="00693D49">
              <w:rPr>
                <w:rFonts w:ascii="Calibri" w:hAnsi="Calibri" w:cs="Calibri"/>
                <w:szCs w:val="20"/>
              </w:rPr>
              <w:t>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Pr="00693D49" w:rsidRDefault="008465E4" w:rsidP="00F3345E">
            <w:pPr>
              <w:pStyle w:val="LightGrid-Accent31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Pr="0019428C" w:rsidRDefault="008465E4" w:rsidP="00F3345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114550" cy="1752600"/>
                  <wp:effectExtent l="0" t="0" r="0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F3345E"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2838450" cy="1504950"/>
                  <wp:effectExtent l="0" t="0" r="0" b="0"/>
                  <wp:docPr id="9" name="Picture 10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6. Name at least 3 sets of 3 points in the figure above that are collinear. </w:t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Style w:val="LightGrid-Accent31"/>
              <w:numPr>
                <w:ilvl w:val="0"/>
                <w:numId w:val="30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__</w:t>
            </w:r>
            <w:r w:rsidR="00BC25DF" w:rsidRPr="00BC25DF">
              <w:rPr>
                <w:rFonts w:ascii="Calibri" w:hAnsi="Calibri" w:cs="Calibri"/>
                <w:szCs w:val="20"/>
                <w:u w:val="single"/>
              </w:rPr>
              <w:t>R</w:t>
            </w:r>
            <w:r w:rsidR="00BC25DF">
              <w:rPr>
                <w:rFonts w:ascii="Calibri" w:hAnsi="Calibri" w:cs="Calibri"/>
                <w:szCs w:val="20"/>
              </w:rPr>
              <w:t>_</w:t>
            </w:r>
            <w:r w:rsidRPr="00693D49">
              <w:rPr>
                <w:rFonts w:ascii="Calibri" w:hAnsi="Calibri" w:cs="Calibri"/>
                <w:szCs w:val="20"/>
              </w:rPr>
              <w:t xml:space="preserve">    _</w:t>
            </w:r>
            <w:r w:rsidR="00BC25DF" w:rsidRPr="00BC25DF">
              <w:rPr>
                <w:rFonts w:ascii="Calibri" w:hAnsi="Calibri" w:cs="Calibri"/>
                <w:szCs w:val="20"/>
                <w:u w:val="single"/>
              </w:rPr>
              <w:t>C</w:t>
            </w:r>
            <w:r w:rsidRPr="00BC25DF">
              <w:rPr>
                <w:rFonts w:ascii="Calibri" w:hAnsi="Calibri" w:cs="Calibri"/>
                <w:szCs w:val="20"/>
                <w:u w:val="single"/>
              </w:rPr>
              <w:t>_</w:t>
            </w:r>
            <w:r w:rsidR="00BC25DF">
              <w:rPr>
                <w:rFonts w:ascii="Calibri" w:hAnsi="Calibri" w:cs="Calibri"/>
                <w:szCs w:val="20"/>
              </w:rPr>
              <w:t>_</w:t>
            </w:r>
            <w:r w:rsidRPr="00693D49">
              <w:rPr>
                <w:rFonts w:ascii="Calibri" w:hAnsi="Calibri" w:cs="Calibri"/>
                <w:szCs w:val="20"/>
              </w:rPr>
              <w:t xml:space="preserve">   </w:t>
            </w:r>
            <w:r w:rsidRPr="00BC25DF">
              <w:rPr>
                <w:rFonts w:ascii="Calibri" w:hAnsi="Calibri" w:cs="Calibri"/>
                <w:szCs w:val="20"/>
                <w:u w:val="single"/>
              </w:rPr>
              <w:t>__</w:t>
            </w:r>
            <w:r w:rsidR="00BC25DF" w:rsidRPr="00BC25DF">
              <w:rPr>
                <w:rFonts w:ascii="Calibri" w:hAnsi="Calibri" w:cs="Calibri"/>
                <w:szCs w:val="20"/>
                <w:u w:val="single"/>
              </w:rPr>
              <w:t>T</w:t>
            </w:r>
            <w:r w:rsidR="00BC25DF">
              <w:rPr>
                <w:rFonts w:ascii="Calibri" w:hAnsi="Calibri" w:cs="Calibri"/>
                <w:szCs w:val="20"/>
              </w:rPr>
              <w:t>_</w:t>
            </w:r>
            <w:r w:rsidRPr="00693D49">
              <w:rPr>
                <w:rFonts w:ascii="Calibri" w:hAnsi="Calibri" w:cs="Calibri"/>
                <w:szCs w:val="20"/>
              </w:rPr>
              <w:t xml:space="preserve">  </w:t>
            </w:r>
          </w:p>
          <w:p w:rsidR="008465E4" w:rsidRPr="00693D49" w:rsidRDefault="008465E4" w:rsidP="00F3345E">
            <w:pPr>
              <w:pStyle w:val="LightGrid-Accent31"/>
              <w:numPr>
                <w:ilvl w:val="0"/>
                <w:numId w:val="30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8465E4" w:rsidRPr="0019428C" w:rsidRDefault="008465E4" w:rsidP="00F3345E">
            <w:pPr>
              <w:pStyle w:val="LightGrid-Accent31"/>
              <w:numPr>
                <w:ilvl w:val="0"/>
                <w:numId w:val="30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lastRenderedPageBreak/>
              <w:t xml:space="preserve">_____    _____   _____  </w:t>
            </w:r>
            <w:r w:rsidR="009618F1">
              <w:rPr>
                <w:rFonts w:ascii="Calibri" w:hAnsi="Calibri" w:cs="Calibri"/>
                <w:szCs w:val="20"/>
              </w:rPr>
              <w:br/>
            </w:r>
          </w:p>
        </w:tc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noProof/>
                <w:szCs w:val="20"/>
              </w:rPr>
              <w:lastRenderedPageBreak/>
              <w:drawing>
                <wp:inline distT="0" distB="0" distL="0" distR="0">
                  <wp:extent cx="2171700" cy="1724025"/>
                  <wp:effectExtent l="0" t="0" r="0" b="9525"/>
                  <wp:docPr id="3" name="Picture 8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BC25DF" w:rsidP="00F3345E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7. Name at least 3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 sets of 3 points in the figure above that are coplanar. </w:t>
            </w:r>
          </w:p>
          <w:p w:rsidR="008465E4" w:rsidRPr="00693D49" w:rsidRDefault="0055633B" w:rsidP="00F3345E">
            <w:pPr>
              <w:pStyle w:val="LightGrid-Accent31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__</w:t>
            </w:r>
            <w:r w:rsidRPr="0055633B">
              <w:rPr>
                <w:rFonts w:ascii="Calibri" w:hAnsi="Calibri" w:cs="Calibri"/>
                <w:szCs w:val="20"/>
                <w:u w:val="single"/>
              </w:rPr>
              <w:t>U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_    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="008465E4" w:rsidRPr="00693D49">
              <w:rPr>
                <w:rFonts w:ascii="Calibri" w:hAnsi="Calibri" w:cs="Calibri"/>
                <w:szCs w:val="20"/>
              </w:rPr>
              <w:t>_</w:t>
            </w:r>
            <w:r w:rsidRPr="0055633B">
              <w:rPr>
                <w:rFonts w:ascii="Calibri" w:hAnsi="Calibri" w:cs="Calibri"/>
                <w:szCs w:val="20"/>
                <w:u w:val="single"/>
              </w:rPr>
              <w:t>V</w:t>
            </w:r>
            <w:r>
              <w:rPr>
                <w:rFonts w:ascii="Calibri" w:hAnsi="Calibri" w:cs="Calibri"/>
                <w:szCs w:val="20"/>
              </w:rPr>
              <w:t>___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   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  <w:u w:val="single"/>
              </w:rPr>
              <w:t xml:space="preserve">  </w:t>
            </w:r>
            <w:r w:rsidR="008465E4" w:rsidRPr="0055633B">
              <w:rPr>
                <w:rFonts w:ascii="Calibri" w:hAnsi="Calibri" w:cs="Calibri"/>
                <w:szCs w:val="20"/>
                <w:u w:val="single"/>
              </w:rPr>
              <w:t>_</w:t>
            </w:r>
            <w:r w:rsidRPr="0055633B">
              <w:rPr>
                <w:rFonts w:ascii="Calibri" w:hAnsi="Calibri" w:cs="Calibri"/>
                <w:szCs w:val="20"/>
                <w:u w:val="single"/>
              </w:rPr>
              <w:t>M</w:t>
            </w:r>
            <w:r>
              <w:rPr>
                <w:rFonts w:ascii="Calibri" w:hAnsi="Calibri" w:cs="Calibri"/>
                <w:szCs w:val="20"/>
              </w:rPr>
              <w:t>_</w:t>
            </w:r>
          </w:p>
          <w:p w:rsidR="008465E4" w:rsidRPr="00693D49" w:rsidRDefault="008465E4" w:rsidP="00F3345E">
            <w:pPr>
              <w:pStyle w:val="LightGrid-Accent31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395A4C" w:rsidRPr="00F3345E" w:rsidRDefault="008465E4" w:rsidP="00F3345E">
            <w:pPr>
              <w:pStyle w:val="LightGrid-Accent31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</w:tc>
      </w:tr>
      <w:tr w:rsidR="008465E4" w:rsidTr="00F3345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lastRenderedPageBreak/>
              <w:t>8</w:t>
            </w:r>
            <w:r w:rsidR="008465E4" w:rsidRPr="00DF0E19">
              <w:rPr>
                <w:rFonts w:ascii="Calibri" w:hAnsi="Calibri" w:cs="Calibri"/>
                <w:noProof/>
                <w:szCs w:val="20"/>
              </w:rPr>
              <w:t>) Determ</w:t>
            </w:r>
            <w:r w:rsidR="00193F33">
              <w:rPr>
                <w:rFonts w:ascii="Calibri" w:hAnsi="Calibri" w:cs="Calibri"/>
                <w:noProof/>
                <w:szCs w:val="20"/>
              </w:rPr>
              <w:t>ine the slope of the line below: _____</w:t>
            </w:r>
          </w:p>
          <w:p w:rsidR="00A226F8" w:rsidRPr="00DF0E19" w:rsidRDefault="008026DE" w:rsidP="00F3345E">
            <w:pPr>
              <w:rPr>
                <w:rFonts w:ascii="Calibri" w:hAnsi="Calibri" w:cs="Calibri"/>
                <w:noProof/>
                <w:szCs w:val="20"/>
              </w:rPr>
            </w:pPr>
            <w:r w:rsidRPr="00DF0E19"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2714625" cy="1581150"/>
                  <wp:effectExtent l="0" t="0" r="9525" b="0"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9</w:t>
            </w:r>
            <w:r w:rsidR="00193F33">
              <w:rPr>
                <w:rFonts w:ascii="Calibri" w:hAnsi="Calibri"/>
                <w:noProof/>
                <w:szCs w:val="20"/>
              </w:rPr>
              <w:t>a</w:t>
            </w:r>
            <w:r w:rsidR="008465E4" w:rsidRPr="00DF0E19">
              <w:rPr>
                <w:rFonts w:ascii="Calibri" w:hAnsi="Calibri"/>
                <w:noProof/>
                <w:szCs w:val="20"/>
              </w:rPr>
              <w:t>) Determine the slope of the line b</w:t>
            </w:r>
            <w:r w:rsidR="00193F33">
              <w:rPr>
                <w:rFonts w:ascii="Calibri" w:hAnsi="Calibri"/>
                <w:noProof/>
                <w:szCs w:val="20"/>
              </w:rPr>
              <w:t>elow: ____</w:t>
            </w:r>
          </w:p>
          <w:p w:rsidR="008465E4" w:rsidRDefault="008026DE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drawing>
                <wp:inline distT="0" distB="0" distL="0" distR="0">
                  <wp:extent cx="2476500" cy="1447800"/>
                  <wp:effectExtent l="0" t="0" r="0" b="0"/>
                  <wp:docPr id="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F33" w:rsidRPr="00DF0E19" w:rsidRDefault="00193F33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b) What is the y-intercept? ____</w:t>
            </w:r>
          </w:p>
        </w:tc>
      </w:tr>
      <w:tr w:rsidR="008465E4" w:rsidRPr="00DF0E19" w:rsidTr="00F3345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>10</w:t>
            </w:r>
            <w:r w:rsidR="008465E4" w:rsidRPr="00DF0E19">
              <w:rPr>
                <w:rFonts w:ascii="Calibri" w:hAnsi="Calibri" w:cs="Calibri"/>
                <w:noProof/>
                <w:szCs w:val="20"/>
              </w:rPr>
              <w:t xml:space="preserve">) </w:t>
            </w:r>
            <w:r w:rsidR="00193F33">
              <w:rPr>
                <w:rFonts w:ascii="Calibri" w:hAnsi="Calibri" w:cs="Calibri"/>
                <w:noProof/>
                <w:szCs w:val="20"/>
              </w:rPr>
              <w:t>Sketch a line with the given slope:</w:t>
            </w: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BC25DF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noProof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 w:cs="Calibri"/>
                      <w:noProof/>
                      <w:szCs w:val="20"/>
                    </w:rPr>
                    <m:t>3</m:t>
                  </m:r>
                </m:den>
              </m:f>
            </m:oMath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A226F8" w:rsidRDefault="00A226F8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A226F8" w:rsidRDefault="00A226F8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55633B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>Sketch a line with the given slope</w:t>
            </w:r>
          </w:p>
          <w:p w:rsidR="008465E4" w:rsidRPr="00DF0E19" w:rsidRDefault="00BC25DF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 xml:space="preserve">b) </w:t>
            </w:r>
            <m:oMath>
              <m:r>
                <w:rPr>
                  <w:rFonts w:ascii="Cambria Math" w:hAnsi="Cambria Math" w:cs="Calibri"/>
                  <w:noProof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 w:cs="Calibri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noProof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 w:cs="Calibri"/>
                      <w:noProof/>
                      <w:szCs w:val="20"/>
                    </w:rPr>
                    <m:t>2</m:t>
                  </m:r>
                </m:den>
              </m:f>
            </m:oMath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55633B" w:rsidRDefault="0055633B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55633B" w:rsidRDefault="0055633B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br/>
            </w:r>
          </w:p>
          <w:p w:rsidR="0055633B" w:rsidRDefault="0055633B" w:rsidP="00F3345E">
            <w:pPr>
              <w:rPr>
                <w:rFonts w:ascii="Calibri" w:hAnsi="Calibri" w:cs="Calibri"/>
                <w:i/>
                <w:noProof/>
                <w:szCs w:val="20"/>
              </w:rPr>
            </w:pPr>
            <w:r>
              <w:rPr>
                <w:rFonts w:ascii="Calibri" w:hAnsi="Calibri" w:cs="Calibri"/>
                <w:i/>
                <w:noProof/>
                <w:szCs w:val="20"/>
              </w:rPr>
              <w:t xml:space="preserve">What is the relationship between the two lines? </w:t>
            </w:r>
            <w:r w:rsidR="00D26746">
              <w:rPr>
                <w:rFonts w:ascii="Calibri" w:hAnsi="Calibri" w:cs="Calibri"/>
                <w:i/>
                <w:noProof/>
                <w:szCs w:val="20"/>
              </w:rPr>
              <w:t xml:space="preserve">: </w:t>
            </w:r>
          </w:p>
          <w:p w:rsidR="0055633B" w:rsidRDefault="0055633B" w:rsidP="00F3345E">
            <w:pPr>
              <w:rPr>
                <w:rFonts w:ascii="Calibri" w:hAnsi="Calibri" w:cs="Calibri"/>
                <w:i/>
                <w:noProof/>
                <w:szCs w:val="20"/>
              </w:rPr>
            </w:pPr>
          </w:p>
          <w:p w:rsidR="008465E4" w:rsidRPr="0055633B" w:rsidRDefault="0055633B" w:rsidP="00F3345E">
            <w:pPr>
              <w:rPr>
                <w:rFonts w:ascii="Calibri" w:hAnsi="Calibri" w:cs="Calibri"/>
                <w:i/>
                <w:noProof/>
                <w:szCs w:val="20"/>
              </w:rPr>
            </w:pPr>
            <w:r>
              <w:rPr>
                <w:rFonts w:ascii="Calibri" w:hAnsi="Calibri" w:cs="Calibri"/>
                <w:i/>
                <w:noProof/>
                <w:szCs w:val="20"/>
              </w:rPr>
              <w:t>The lines are</w:t>
            </w:r>
            <w:r w:rsidR="00D26746">
              <w:rPr>
                <w:rFonts w:ascii="Calibri" w:hAnsi="Calibri" w:cs="Calibri"/>
                <w:i/>
                <w:noProof/>
                <w:szCs w:val="20"/>
              </w:rPr>
              <w:t>_________________</w:t>
            </w:r>
            <w:r>
              <w:rPr>
                <w:rFonts w:ascii="Calibri" w:hAnsi="Calibri" w:cs="Calibri"/>
                <w:i/>
                <w:noProof/>
                <w:szCs w:val="20"/>
              </w:rPr>
              <w:t xml:space="preserve"> to each other.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11</w:t>
            </w:r>
            <w:r w:rsidR="008465E4" w:rsidRPr="00DF0E19">
              <w:rPr>
                <w:rFonts w:ascii="Calibri" w:hAnsi="Calibri"/>
                <w:noProof/>
                <w:szCs w:val="20"/>
              </w:rPr>
              <w:t>) Use the graph below to answer the questions that follow.</w:t>
            </w:r>
          </w:p>
          <w:p w:rsidR="008465E4" w:rsidRPr="00DF0E19" w:rsidRDefault="008026DE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drawing>
                <wp:inline distT="0" distB="0" distL="0" distR="0">
                  <wp:extent cx="2505075" cy="2295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a) How many lines have a positive slope?  _____</w:t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b) How many lines have a negative slope? _____</w:t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</w:p>
        </w:tc>
      </w:tr>
      <w:tr w:rsidR="008465E4" w:rsidRPr="00DF0E19" w:rsidTr="00F3345E">
        <w:tc>
          <w:tcPr>
            <w:tcW w:w="11016" w:type="dxa"/>
            <w:gridSpan w:val="2"/>
          </w:tcPr>
          <w:p w:rsidR="008465E4" w:rsidRPr="00DF0E19" w:rsidRDefault="00276816" w:rsidP="00F3345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8465E4" w:rsidRPr="00DF0E19">
              <w:rPr>
                <w:rFonts w:ascii="Calibri" w:hAnsi="Calibri"/>
              </w:rPr>
              <w:t xml:space="preserve">) </w:t>
            </w:r>
            <w:r w:rsidR="008465E4" w:rsidRPr="00DF0E19">
              <w:rPr>
                <w:rFonts w:ascii="Calibri" w:hAnsi="Calibri"/>
                <w:b/>
              </w:rPr>
              <w:t xml:space="preserve">Error Analysis.  </w:t>
            </w:r>
            <w:r w:rsidR="008465E4" w:rsidRPr="00DF0E19">
              <w:rPr>
                <w:rFonts w:ascii="Calibri" w:hAnsi="Calibri"/>
              </w:rPr>
              <w:t xml:space="preserve">Cindy looked at the graph below and stated that the slope </w:t>
            </w:r>
            <w:proofErr w:type="gramStart"/>
            <w:r w:rsidR="008465E4" w:rsidRPr="00DF0E19">
              <w:rPr>
                <w:rFonts w:ascii="Calibri" w:hAnsi="Calibri"/>
              </w:rPr>
              <w:t xml:space="preserve">was </w:t>
            </w:r>
            <w:proofErr w:type="gramEnd"/>
            <w:r w:rsidR="008465E4" w:rsidRPr="00DF0E19">
              <w:rPr>
                <w:rFonts w:ascii="Calibri" w:hAnsi="Calibri"/>
                <w:position w:val="-24"/>
              </w:rPr>
              <w:object w:dxaOrig="4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30.75pt" o:ole="">
                  <v:imagedata r:id="rId14" o:title=""/>
                </v:shape>
                <o:OLEObject Type="Embed" ProgID="Equation.3" ShapeID="_x0000_i1025" DrawAspect="Content" ObjectID="_1472269735" r:id="rId15"/>
              </w:object>
            </w:r>
            <w:r w:rsidR="008465E4" w:rsidRPr="00DF0E19">
              <w:rPr>
                <w:rFonts w:ascii="Calibri" w:hAnsi="Calibri"/>
              </w:rPr>
              <w:t xml:space="preserve">.  </w:t>
            </w:r>
            <w:r w:rsidR="008465E4" w:rsidRPr="00DF0E19">
              <w:rPr>
                <w:rFonts w:ascii="Calibri" w:hAnsi="Calibri"/>
                <w:i/>
              </w:rPr>
              <w:t>Explain</w:t>
            </w:r>
            <w:r w:rsidR="008465E4" w:rsidRPr="00DF0E19">
              <w:rPr>
                <w:rFonts w:ascii="Calibri" w:hAnsi="Calibri"/>
              </w:rPr>
              <w:t xml:space="preserve"> what mistake she made and </w:t>
            </w:r>
            <w:r w:rsidR="008465E4" w:rsidRPr="00DF0E19">
              <w:rPr>
                <w:rFonts w:ascii="Calibri" w:hAnsi="Calibri"/>
                <w:i/>
              </w:rPr>
              <w:t>correct</w:t>
            </w:r>
            <w:r w:rsidR="008465E4" w:rsidRPr="00DF0E19">
              <w:rPr>
                <w:rFonts w:ascii="Calibri" w:hAnsi="Calibri"/>
              </w:rPr>
              <w:t xml:space="preserve"> her by providing the accurate slope of the line.</w:t>
            </w:r>
          </w:p>
          <w:p w:rsidR="008465E4" w:rsidRPr="00DF0E19" w:rsidRDefault="008026DE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  <w:noProof/>
              </w:rPr>
              <w:drawing>
                <wp:inline distT="0" distB="0" distL="0" distR="0">
                  <wp:extent cx="2409825" cy="1400175"/>
                  <wp:effectExtent l="0" t="0" r="9525" b="9525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65E4" w:rsidRPr="00DF0E19" w:rsidTr="00F3345E">
        <w:tc>
          <w:tcPr>
            <w:tcW w:w="11016" w:type="dxa"/>
            <w:gridSpan w:val="2"/>
          </w:tcPr>
          <w:p w:rsidR="008465E4" w:rsidRPr="00DF0E19" w:rsidRDefault="00276816" w:rsidP="00F3345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8465E4" w:rsidRPr="00DF0E19">
              <w:rPr>
                <w:rFonts w:ascii="Calibri" w:hAnsi="Calibri"/>
              </w:rPr>
              <w:t xml:space="preserve">) </w:t>
            </w:r>
            <w:r w:rsidR="008465E4" w:rsidRPr="00DF0E19">
              <w:rPr>
                <w:rFonts w:ascii="Calibri" w:hAnsi="Calibri"/>
                <w:b/>
              </w:rPr>
              <w:t>Explain.</w:t>
            </w:r>
            <w:r w:rsidR="008465E4" w:rsidRPr="00DF0E19">
              <w:rPr>
                <w:rFonts w:ascii="Calibri" w:hAnsi="Calibri"/>
              </w:rPr>
              <w:t xml:space="preserve">  In 2 sentences, explain which line has the </w:t>
            </w:r>
            <w:r w:rsidR="0055633B">
              <w:rPr>
                <w:rFonts w:ascii="Calibri" w:hAnsi="Calibri"/>
              </w:rPr>
              <w:t>larger</w:t>
            </w:r>
            <w:r w:rsidR="008465E4" w:rsidRPr="00DF0E19">
              <w:rPr>
                <w:rFonts w:ascii="Calibri" w:hAnsi="Calibri"/>
              </w:rPr>
              <w:t xml:space="preserve"> slope by analyzing the equations of the lines below.</w:t>
            </w:r>
          </w:p>
          <w:p w:rsidR="008465E4" w:rsidRPr="00DF0E19" w:rsidRDefault="008465E4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>Line a: y = 2x – 4</w:t>
            </w:r>
          </w:p>
          <w:p w:rsidR="008465E4" w:rsidRPr="00DF0E19" w:rsidRDefault="008465E4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 xml:space="preserve">Line b: y = </w:t>
            </w:r>
            <w:r w:rsidRPr="00DF0E19">
              <w:rPr>
                <w:rFonts w:ascii="Calibri" w:hAnsi="Calibri"/>
                <w:position w:val="-24"/>
              </w:rPr>
              <w:object w:dxaOrig="220" w:dyaOrig="620">
                <v:shape id="_x0000_i1026" type="#_x0000_t75" style="width:11.25pt;height:30.75pt" o:ole="">
                  <v:imagedata r:id="rId17" o:title=""/>
                </v:shape>
                <o:OLEObject Type="Embed" ProgID="Equation.3" ShapeID="_x0000_i1026" DrawAspect="Content" ObjectID="_1472269736" r:id="rId18"/>
              </w:object>
            </w:r>
            <w:r w:rsidRPr="00DF0E19">
              <w:rPr>
                <w:rFonts w:ascii="Calibri" w:hAnsi="Calibri"/>
              </w:rPr>
              <w:t>x + 2</w:t>
            </w:r>
          </w:p>
        </w:tc>
      </w:tr>
    </w:tbl>
    <w:p w:rsidR="00A67E34" w:rsidRDefault="00A67E34" w:rsidP="008465E4">
      <w:pPr>
        <w:rPr>
          <w:rFonts w:ascii="Cambria" w:hAnsi="Cambria"/>
        </w:rPr>
      </w:pPr>
    </w:p>
    <w:p w:rsidR="00A67E34" w:rsidRDefault="00A67E34" w:rsidP="008465E4">
      <w:pPr>
        <w:rPr>
          <w:rFonts w:ascii="Cambria" w:hAnsi="Cambria"/>
        </w:rPr>
      </w:pPr>
    </w:p>
    <w:p w:rsidR="00A67E34" w:rsidRDefault="00A67E34" w:rsidP="008465E4">
      <w:pPr>
        <w:rPr>
          <w:rFonts w:ascii="Cambria" w:hAnsi="Cambria"/>
        </w:rPr>
      </w:pPr>
    </w:p>
    <w:p w:rsidR="008465E4" w:rsidRPr="00FC683D" w:rsidRDefault="008465E4" w:rsidP="008465E4">
      <w:pPr>
        <w:rPr>
          <w:rFonts w:ascii="Cambria" w:hAnsi="Cambria"/>
        </w:rPr>
      </w:pPr>
    </w:p>
    <w:sectPr w:rsidR="008465E4" w:rsidRPr="00FC683D" w:rsidSect="008465E4">
      <w:footerReference w:type="default" r:id="rId19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E83" w:rsidRDefault="00495E83">
      <w:r>
        <w:separator/>
      </w:r>
    </w:p>
  </w:endnote>
  <w:endnote w:type="continuationSeparator" w:id="0">
    <w:p w:rsidR="00495E83" w:rsidRDefault="0049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F1" w:rsidRDefault="008026DE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7" name="Picture 2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5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6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46C7" w:rsidRPr="008B41BB" w:rsidRDefault="008026DE" w:rsidP="00645526">
    <w:pPr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57785</wp:posOffset>
          </wp:positionV>
          <wp:extent cx="1762125" cy="34734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E83" w:rsidRDefault="00495E83">
      <w:r>
        <w:separator/>
      </w:r>
    </w:p>
  </w:footnote>
  <w:footnote w:type="continuationSeparator" w:id="0">
    <w:p w:rsidR="00495E83" w:rsidRDefault="00495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4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6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3"/>
  </w:num>
  <w:num w:numId="13">
    <w:abstractNumId w:val="10"/>
  </w:num>
  <w:num w:numId="14">
    <w:abstractNumId w:val="17"/>
  </w:num>
  <w:num w:numId="15">
    <w:abstractNumId w:val="28"/>
  </w:num>
  <w:num w:numId="16">
    <w:abstractNumId w:val="31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37"/>
  </w:num>
  <w:num w:numId="23">
    <w:abstractNumId w:val="23"/>
  </w:num>
  <w:num w:numId="24">
    <w:abstractNumId w:val="21"/>
  </w:num>
  <w:num w:numId="25">
    <w:abstractNumId w:val="34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2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B496A"/>
    <w:rsid w:val="000E7AD7"/>
    <w:rsid w:val="00187477"/>
    <w:rsid w:val="00193F33"/>
    <w:rsid w:val="001C46C7"/>
    <w:rsid w:val="002174D7"/>
    <w:rsid w:val="00276816"/>
    <w:rsid w:val="0030428F"/>
    <w:rsid w:val="00395A4C"/>
    <w:rsid w:val="003B0B50"/>
    <w:rsid w:val="003C6032"/>
    <w:rsid w:val="003D4AD7"/>
    <w:rsid w:val="0040085F"/>
    <w:rsid w:val="004275E3"/>
    <w:rsid w:val="00495E83"/>
    <w:rsid w:val="004F4694"/>
    <w:rsid w:val="0055633B"/>
    <w:rsid w:val="00645526"/>
    <w:rsid w:val="00681B49"/>
    <w:rsid w:val="006F203E"/>
    <w:rsid w:val="00741C52"/>
    <w:rsid w:val="007B04D7"/>
    <w:rsid w:val="007C5E01"/>
    <w:rsid w:val="007F15B1"/>
    <w:rsid w:val="008026DE"/>
    <w:rsid w:val="008465E4"/>
    <w:rsid w:val="008718A2"/>
    <w:rsid w:val="0091669A"/>
    <w:rsid w:val="009618F1"/>
    <w:rsid w:val="009C5EF3"/>
    <w:rsid w:val="00A226F8"/>
    <w:rsid w:val="00A67E34"/>
    <w:rsid w:val="00B332B9"/>
    <w:rsid w:val="00BB70C6"/>
    <w:rsid w:val="00BC25DF"/>
    <w:rsid w:val="00D26746"/>
    <w:rsid w:val="00D523EF"/>
    <w:rsid w:val="00E55A59"/>
    <w:rsid w:val="00F3345E"/>
    <w:rsid w:val="00F443B7"/>
    <w:rsid w:val="00F9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C9680E-1385-47AA-B7AE-AD379FA4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character" w:styleId="PlaceholderText">
    <w:name w:val="Placeholder Text"/>
    <w:basedOn w:val="DefaultParagraphFont"/>
    <w:rsid w:val="00BC25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1B266-833B-46C2-BE5D-A65E420A0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9</TotalTime>
  <Pages>3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3</cp:revision>
  <cp:lastPrinted>2014-09-15T11:47:00Z</cp:lastPrinted>
  <dcterms:created xsi:type="dcterms:W3CDTF">2014-09-15T11:52:00Z</dcterms:created>
  <dcterms:modified xsi:type="dcterms:W3CDTF">2014-09-15T12:02:00Z</dcterms:modified>
</cp:coreProperties>
</file>